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00BD0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531E87" w:rsidRDefault="00531E87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531E87">
        <w:rPr>
          <w:rFonts w:ascii="Corbel" w:hAnsi="Corbel"/>
          <w:b/>
          <w:sz w:val="20"/>
          <w:szCs w:val="20"/>
        </w:rPr>
        <w:t xml:space="preserve">Rok akademicki </w:t>
      </w:r>
      <w:r w:rsidR="004D6959" w:rsidRPr="00531E87">
        <w:rPr>
          <w:rFonts w:ascii="Corbel" w:hAnsi="Corbel"/>
          <w:b/>
          <w:sz w:val="20"/>
          <w:szCs w:val="20"/>
        </w:rPr>
        <w:t>20</w:t>
      </w:r>
      <w:r w:rsidR="00800BD0">
        <w:rPr>
          <w:rFonts w:ascii="Corbel" w:hAnsi="Corbel"/>
          <w:b/>
          <w:sz w:val="20"/>
          <w:szCs w:val="20"/>
        </w:rPr>
        <w:t>22</w:t>
      </w:r>
      <w:r w:rsidR="004D6959" w:rsidRPr="00531E87">
        <w:rPr>
          <w:rFonts w:ascii="Corbel" w:hAnsi="Corbel"/>
          <w:b/>
          <w:sz w:val="20"/>
          <w:szCs w:val="20"/>
        </w:rPr>
        <w:t>/202</w:t>
      </w:r>
      <w:r w:rsidR="00800BD0">
        <w:rPr>
          <w:rFonts w:ascii="Corbel" w:hAnsi="Corbel"/>
          <w:b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31E87" w:rsidRDefault="00685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31E87">
              <w:rPr>
                <w:rFonts w:ascii="Corbel" w:hAnsi="Corbel"/>
                <w:sz w:val="24"/>
                <w:szCs w:val="24"/>
              </w:rPr>
              <w:t>Wprowadzenie do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157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7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134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31E87" w:rsidRDefault="00455D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31E87">
              <w:rPr>
                <w:rFonts w:ascii="Corbel" w:hAnsi="Corbel"/>
                <w:sz w:val="24"/>
                <w:szCs w:val="24"/>
              </w:rPr>
              <w:t>Rok 1,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D32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531E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531E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531E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31E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31E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31E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31E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531E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31E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31E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31E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31E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531E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5D2A" w:rsidP="00531E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5D2A" w:rsidP="00531E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5D2A" w:rsidP="00531E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531E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531E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531E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531E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531E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531E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5D2A" w:rsidP="00531E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C4A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531E87" w:rsidRPr="009C54AE" w:rsidRDefault="00531E8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1461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 uwagi na to iż jest to przedmiot realizowany w pierwszym semestrze od studentów wymaga się umiejętności i kompetencji poświadczonych egzaminem maturalnym.</w:t>
            </w:r>
          </w:p>
        </w:tc>
      </w:tr>
    </w:tbl>
    <w:p w:rsidR="00531E87" w:rsidRDefault="00531E8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53C41" w:rsidRDefault="00531E8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1461A" w:rsidRPr="00BA3B6C" w:rsidTr="00CC22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BA3B6C" w:rsidRDefault="00D1461A" w:rsidP="00CC22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A3B6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BA3B6C" w:rsidRDefault="00D1461A" w:rsidP="00237A91">
            <w:pPr>
              <w:pStyle w:val="Podpunkty"/>
              <w:spacing w:before="40" w:after="40"/>
              <w:ind w:left="7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A3B6C">
              <w:rPr>
                <w:rFonts w:ascii="Corbel" w:hAnsi="Corbel"/>
                <w:sz w:val="24"/>
                <w:szCs w:val="24"/>
              </w:rPr>
              <w:t>W wyniku realizacji zajęć student powinien</w:t>
            </w:r>
            <w:r w:rsidRPr="00BA3B6C">
              <w:rPr>
                <w:rFonts w:ascii="Corbel" w:hAnsi="Corbel"/>
                <w:b w:val="0"/>
                <w:sz w:val="24"/>
                <w:szCs w:val="24"/>
              </w:rPr>
              <w:t>:</w:t>
            </w:r>
          </w:p>
          <w:p w:rsidR="00D1461A" w:rsidRPr="00BA3B6C" w:rsidRDefault="00D1461A" w:rsidP="00237A91">
            <w:pPr>
              <w:spacing w:after="0" w:line="240" w:lineRule="auto"/>
              <w:ind w:left="7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A3B6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wskazać na dylematy wokół interpretowania podstawowych pojęć pedagogiki  </w:t>
            </w:r>
          </w:p>
        </w:tc>
      </w:tr>
      <w:tr w:rsidR="00D1461A" w:rsidRPr="00BA3B6C" w:rsidTr="00CC22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BA3B6C" w:rsidRDefault="00D1461A" w:rsidP="00CC222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A3B6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BA3B6C" w:rsidRDefault="00D1461A" w:rsidP="00237A91">
            <w:pPr>
              <w:pStyle w:val="Podpunkty"/>
              <w:spacing w:before="40" w:after="40"/>
              <w:ind w:left="7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A3B6C">
              <w:rPr>
                <w:rFonts w:ascii="Corbel" w:hAnsi="Corbel"/>
                <w:b w:val="0"/>
                <w:sz w:val="24"/>
                <w:szCs w:val="24"/>
              </w:rPr>
              <w:t>znać przedmiot badań pedagogiki, jego przemiany na przestrzeni lat (w powiązaniu z rozwojem pedagogiki jako nauki i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uk pokrewnych), jej funkcje, </w:t>
            </w:r>
            <w:r w:rsidRPr="00BA3B6C">
              <w:rPr>
                <w:rFonts w:ascii="Corbel" w:hAnsi="Corbel"/>
                <w:b w:val="0"/>
                <w:sz w:val="24"/>
                <w:szCs w:val="24"/>
              </w:rPr>
              <w:t>związki pedago</w:t>
            </w:r>
            <w:r>
              <w:rPr>
                <w:rFonts w:ascii="Corbel" w:hAnsi="Corbel"/>
                <w:b w:val="0"/>
                <w:sz w:val="24"/>
                <w:szCs w:val="24"/>
              </w:rPr>
              <w:t>giki z innymi naukami oraz podstawy metodologii badań pedagogicznych</w:t>
            </w:r>
          </w:p>
        </w:tc>
      </w:tr>
      <w:tr w:rsidR="00D1461A" w:rsidRPr="00BA3B6C" w:rsidTr="00CC22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BA3B6C" w:rsidRDefault="00D1461A" w:rsidP="00CC22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BA3B6C" w:rsidRDefault="00D1461A" w:rsidP="00237A91">
            <w:pPr>
              <w:spacing w:after="0" w:line="240" w:lineRule="auto"/>
              <w:ind w:left="7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A3B6C">
              <w:rPr>
                <w:rFonts w:ascii="Corbel" w:eastAsia="Times New Roman" w:hAnsi="Corbel"/>
                <w:sz w:val="24"/>
                <w:szCs w:val="24"/>
                <w:lang w:eastAsia="pl-PL"/>
              </w:rPr>
              <w:t>scharakteryzować wybrane – współczesne – kierunki pedagogiki;</w:t>
            </w:r>
          </w:p>
        </w:tc>
      </w:tr>
      <w:tr w:rsidR="00D1461A" w:rsidRPr="00BA3B6C" w:rsidTr="00CC22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BA3B6C" w:rsidRDefault="00D1461A" w:rsidP="00CC22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BA3B6C" w:rsidRDefault="00D1461A" w:rsidP="00237A91">
            <w:pPr>
              <w:pStyle w:val="Akapitzlist"/>
              <w:spacing w:after="0" w:line="240" w:lineRule="auto"/>
              <w:ind w:left="7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A3B6C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wskazać na znaczenie różnorodnych środowisk wychowawczych i socjalizacyjnych w rozwoju dzieci i młodzieży (min. rodzina, szkoła, grupa rówieśnicza, media)</w:t>
            </w:r>
          </w:p>
        </w:tc>
      </w:tr>
      <w:tr w:rsidR="00D1461A" w:rsidRPr="00BA3B6C" w:rsidTr="00CC22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BA3B6C" w:rsidRDefault="00D1461A" w:rsidP="00CC22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BA3B6C" w:rsidRDefault="00D1461A" w:rsidP="00237A91">
            <w:pPr>
              <w:spacing w:after="0" w:line="240" w:lineRule="auto"/>
              <w:ind w:left="7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A3B6C">
              <w:rPr>
                <w:rFonts w:ascii="Corbel" w:eastAsia="Times New Roman" w:hAnsi="Corbel"/>
                <w:sz w:val="24"/>
                <w:szCs w:val="24"/>
                <w:lang w:eastAsia="pl-PL"/>
              </w:rPr>
              <w:t>scharakteryzować tendencje przemian współczesnej szkoły i rodziny, i ich uwarunkowania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1461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85747A" w:rsidRPr="009C54AE" w:rsidRDefault="001D0A42" w:rsidP="00237A91">
            <w:pPr>
              <w:pStyle w:val="Podpunkty"/>
              <w:spacing w:before="40" w:after="40"/>
              <w:ind w:left="7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rozumieć</w:t>
            </w:r>
            <w:r w:rsidR="00D1461A">
              <w:rPr>
                <w:rFonts w:ascii="Corbel" w:hAnsi="Corbel"/>
                <w:b w:val="0"/>
                <w:sz w:val="24"/>
                <w:szCs w:val="24"/>
              </w:rPr>
              <w:t xml:space="preserve"> znaczenie kontekstu kulturowego dla procesu edukacji i wychowania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146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61A">
              <w:rPr>
                <w:rFonts w:ascii="Corbel" w:hAnsi="Corbel"/>
                <w:b w:val="0"/>
                <w:smallCaps w:val="0"/>
                <w:szCs w:val="24"/>
              </w:rPr>
              <w:t>Scharakteryzuje podstawowe pojęcia pedagogiki, m.in.: wychowanie, socjalizacja, nauczanie, kształcenie, uczenie się, rodzina;</w:t>
            </w:r>
          </w:p>
        </w:tc>
        <w:tc>
          <w:tcPr>
            <w:tcW w:w="1873" w:type="dxa"/>
          </w:tcPr>
          <w:p w:rsidR="0085747A" w:rsidRPr="009C54AE" w:rsidRDefault="001D0A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D146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61A">
              <w:rPr>
                <w:rFonts w:ascii="Corbel" w:hAnsi="Corbel"/>
                <w:b w:val="0"/>
                <w:smallCaps w:val="0"/>
                <w:szCs w:val="24"/>
              </w:rPr>
              <w:t>Opisze miejsce pedagogiki w systemie nauk, jej przedmiot badań, funkcje  i metodologiczne podstawy oraz powiązania z innymi naukami.</w:t>
            </w:r>
          </w:p>
        </w:tc>
        <w:tc>
          <w:tcPr>
            <w:tcW w:w="1873" w:type="dxa"/>
          </w:tcPr>
          <w:p w:rsidR="0085747A" w:rsidRPr="009C54AE" w:rsidRDefault="001D0A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D146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D146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61A">
              <w:rPr>
                <w:rFonts w:ascii="Corbel" w:hAnsi="Corbel"/>
                <w:b w:val="0"/>
                <w:smallCaps w:val="0"/>
                <w:szCs w:val="24"/>
              </w:rPr>
              <w:t>Scharakteryzuje podstawowe założenia wybranych kierunków w pe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dagogice współczesnej </w:t>
            </w:r>
          </w:p>
        </w:tc>
        <w:tc>
          <w:tcPr>
            <w:tcW w:w="1873" w:type="dxa"/>
          </w:tcPr>
          <w:p w:rsidR="0085747A" w:rsidRPr="009C54AE" w:rsidRDefault="001D0A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1461A" w:rsidRPr="009C54AE" w:rsidTr="005E6E85">
        <w:tc>
          <w:tcPr>
            <w:tcW w:w="1701" w:type="dxa"/>
          </w:tcPr>
          <w:p w:rsidR="00D1461A" w:rsidRPr="009C54AE" w:rsidRDefault="00D146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1461A" w:rsidRPr="00D1461A" w:rsidRDefault="00237A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 w:rsidR="00D1461A" w:rsidRPr="00D1461A">
              <w:rPr>
                <w:rFonts w:ascii="Corbel" w:hAnsi="Corbel"/>
                <w:b w:val="0"/>
                <w:smallCaps w:val="0"/>
                <w:szCs w:val="24"/>
              </w:rPr>
              <w:t>nterpretuje zjawiska zachodzące w środowiskach wychowawczych wskazując na ich znaczenie dla procesu wychowania</w:t>
            </w:r>
          </w:p>
        </w:tc>
        <w:tc>
          <w:tcPr>
            <w:tcW w:w="1873" w:type="dxa"/>
          </w:tcPr>
          <w:p w:rsidR="00D1461A" w:rsidRPr="009C54AE" w:rsidRDefault="001D0A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1461A" w:rsidRPr="009C54AE" w:rsidTr="005E6E85">
        <w:tc>
          <w:tcPr>
            <w:tcW w:w="1701" w:type="dxa"/>
          </w:tcPr>
          <w:p w:rsidR="00D1461A" w:rsidRDefault="00D146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1461A" w:rsidRPr="00D1461A" w:rsidRDefault="00D146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61A">
              <w:rPr>
                <w:rFonts w:ascii="Corbel" w:hAnsi="Corbel"/>
                <w:b w:val="0"/>
                <w:smallCaps w:val="0"/>
                <w:szCs w:val="24"/>
              </w:rPr>
              <w:t>Doceni znaczenie nauk pedagogicznych dla rozwoju jednostki i prawidłowych więzi w środowiskach społecznych (w tym wychowawczych), ma pozytywne nastawienie do nabywania wiedzy z zakresu studiowanej dyscypliny oraz budowania warsztatu pracy pedagoga.</w:t>
            </w:r>
          </w:p>
        </w:tc>
        <w:tc>
          <w:tcPr>
            <w:tcW w:w="1873" w:type="dxa"/>
          </w:tcPr>
          <w:p w:rsidR="00D1461A" w:rsidRPr="009C54AE" w:rsidRDefault="001D0A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1461A" w:rsidRPr="009C54AE" w:rsidTr="005E6E85">
        <w:tc>
          <w:tcPr>
            <w:tcW w:w="1701" w:type="dxa"/>
          </w:tcPr>
          <w:p w:rsidR="00D1461A" w:rsidRDefault="001D0A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1461A" w:rsidRPr="00D1461A" w:rsidRDefault="001D0A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A42">
              <w:rPr>
                <w:rFonts w:ascii="Corbel" w:hAnsi="Corbel"/>
                <w:b w:val="0"/>
                <w:smallCaps w:val="0"/>
                <w:szCs w:val="24"/>
              </w:rPr>
              <w:t>W pracy towarzyszy mu krytyczny stosunek do własnej wiedzy i umiejętności, podejmuje stały wysiłek doskonalenia się.</w:t>
            </w:r>
          </w:p>
        </w:tc>
        <w:tc>
          <w:tcPr>
            <w:tcW w:w="1873" w:type="dxa"/>
          </w:tcPr>
          <w:p w:rsidR="00D1461A" w:rsidRPr="009C54AE" w:rsidRDefault="001D0A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D0A42" w:rsidRPr="001D0A42" w:rsidTr="00923D7D">
        <w:tc>
          <w:tcPr>
            <w:tcW w:w="9639" w:type="dxa"/>
          </w:tcPr>
          <w:p w:rsidR="001D0A42" w:rsidRPr="001D0A42" w:rsidRDefault="001D0A42" w:rsidP="00237A9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D0A42">
              <w:rPr>
                <w:rFonts w:ascii="Corbel" w:hAnsi="Corbel" w:cs="Arial"/>
                <w:sz w:val="24"/>
                <w:szCs w:val="24"/>
              </w:rPr>
              <w:t>Pedagogika jako nauka (przedmiot badań pedagogiki, funkcje pedagogiki, związki pedagogiki z innymi naukami)</w:t>
            </w:r>
          </w:p>
        </w:tc>
      </w:tr>
      <w:tr w:rsidR="001D0A42" w:rsidRPr="001D0A42" w:rsidTr="00923D7D">
        <w:tc>
          <w:tcPr>
            <w:tcW w:w="9639" w:type="dxa"/>
          </w:tcPr>
          <w:p w:rsidR="001D0A42" w:rsidRPr="001D0A42" w:rsidRDefault="001D0A42" w:rsidP="00237A9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D0A42">
              <w:rPr>
                <w:rFonts w:ascii="Corbel" w:hAnsi="Corbel" w:cs="Arial"/>
                <w:sz w:val="24"/>
                <w:szCs w:val="24"/>
              </w:rPr>
              <w:t>Metody i techniki badań pedagogicznych.</w:t>
            </w:r>
          </w:p>
        </w:tc>
      </w:tr>
      <w:tr w:rsidR="001D0A42" w:rsidRPr="001D0A42" w:rsidTr="00923D7D">
        <w:tc>
          <w:tcPr>
            <w:tcW w:w="9639" w:type="dxa"/>
          </w:tcPr>
          <w:p w:rsidR="001D0A42" w:rsidRPr="001D0A42" w:rsidRDefault="001D0A42" w:rsidP="00237A9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D0A42">
              <w:rPr>
                <w:rFonts w:ascii="Corbel" w:hAnsi="Corbel"/>
                <w:sz w:val="24"/>
                <w:szCs w:val="24"/>
              </w:rPr>
              <w:t>Wybrane kierunki w pedagogice współczesnej</w:t>
            </w:r>
          </w:p>
        </w:tc>
      </w:tr>
      <w:tr w:rsidR="001D0A42" w:rsidRPr="001D0A42" w:rsidTr="00923D7D">
        <w:tc>
          <w:tcPr>
            <w:tcW w:w="9639" w:type="dxa"/>
          </w:tcPr>
          <w:p w:rsidR="001D0A42" w:rsidRPr="001D0A42" w:rsidRDefault="001D0A42" w:rsidP="00237A9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D0A4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D0A42">
              <w:rPr>
                <w:rFonts w:ascii="Corbel" w:hAnsi="Corbel" w:cs="Arial"/>
                <w:sz w:val="24"/>
                <w:szCs w:val="24"/>
              </w:rPr>
              <w:t>Wychowanie jako zjawisko społeczne. Wychowanie w rodzinie – przemiany współczesnej rodziny i jej praktyki wychowawcze. Wychowanie w szkole. Kryzys (?) szkoły. Kryzys (?) wychowania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D0A42" w:rsidRPr="008B4EEF" w:rsidTr="00CC2229">
        <w:tc>
          <w:tcPr>
            <w:tcW w:w="9639" w:type="dxa"/>
          </w:tcPr>
          <w:p w:rsidR="001D0A42" w:rsidRPr="001D0A42" w:rsidRDefault="001D0A42" w:rsidP="00237A9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D0A42">
              <w:rPr>
                <w:rFonts w:ascii="Corbel" w:hAnsi="Corbel" w:cs="Arial"/>
                <w:sz w:val="24"/>
                <w:szCs w:val="24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1D0A42" w:rsidRPr="008B4EEF" w:rsidTr="00CC2229">
        <w:tc>
          <w:tcPr>
            <w:tcW w:w="9639" w:type="dxa"/>
          </w:tcPr>
          <w:p w:rsidR="001D0A42" w:rsidRPr="001D0A42" w:rsidRDefault="001D0A42" w:rsidP="00237A9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D0A42">
              <w:rPr>
                <w:rFonts w:ascii="Corbel" w:hAnsi="Corbel" w:cs="Arial"/>
                <w:sz w:val="24"/>
                <w:szCs w:val="24"/>
              </w:rPr>
              <w:t>Mechanizmy socjalizacyjne i ich znaczenie w praktyce wychowania.</w:t>
            </w:r>
          </w:p>
        </w:tc>
      </w:tr>
      <w:tr w:rsidR="001D0A42" w:rsidRPr="008B4EEF" w:rsidTr="00CC2229">
        <w:tc>
          <w:tcPr>
            <w:tcW w:w="9639" w:type="dxa"/>
          </w:tcPr>
          <w:p w:rsidR="001D0A42" w:rsidRPr="001D0A42" w:rsidRDefault="001D0A42" w:rsidP="00237A91">
            <w:pPr>
              <w:pStyle w:val="Akapitzlist"/>
              <w:spacing w:after="0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1D0A42">
              <w:rPr>
                <w:rFonts w:ascii="Corbel" w:hAnsi="Corbel" w:cs="Arial"/>
                <w:sz w:val="24"/>
                <w:szCs w:val="24"/>
              </w:rPr>
              <w:t>Wychowanie jako zjawisko społeczne. Wychowanie w rodzinie – style wychowania w rodzinie, funkcje rodziny, postawy rodzicielskie, zjawisko przemocy w wychowaniu i jego uwarunkowania.</w:t>
            </w:r>
          </w:p>
        </w:tc>
      </w:tr>
      <w:tr w:rsidR="001D0A42" w:rsidRPr="008B4EEF" w:rsidTr="00CC2229">
        <w:tc>
          <w:tcPr>
            <w:tcW w:w="9639" w:type="dxa"/>
          </w:tcPr>
          <w:p w:rsidR="001D0A42" w:rsidRPr="001D0A42" w:rsidRDefault="001D0A42" w:rsidP="00237A91">
            <w:pPr>
              <w:pStyle w:val="Akapitzlist"/>
              <w:spacing w:after="0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1D0A42">
              <w:rPr>
                <w:rFonts w:ascii="Corbel" w:hAnsi="Corbel" w:cs="Arial"/>
                <w:sz w:val="24"/>
                <w:szCs w:val="24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1D0A42" w:rsidRPr="008B4EEF" w:rsidTr="00CC2229">
        <w:tc>
          <w:tcPr>
            <w:tcW w:w="9639" w:type="dxa"/>
          </w:tcPr>
          <w:p w:rsidR="001D0A42" w:rsidRPr="001D0A42" w:rsidRDefault="001D0A42" w:rsidP="00237A91">
            <w:pPr>
              <w:contextualSpacing/>
              <w:rPr>
                <w:rFonts w:ascii="Corbel" w:hAnsi="Corbel" w:cs="Arial"/>
                <w:sz w:val="24"/>
                <w:szCs w:val="24"/>
              </w:rPr>
            </w:pPr>
            <w:r w:rsidRPr="001D0A42">
              <w:rPr>
                <w:rFonts w:ascii="Corbel" w:hAnsi="Corbel" w:cs="Arial"/>
                <w:sz w:val="24"/>
                <w:szCs w:val="24"/>
              </w:rPr>
              <w:t>Media jako środowisko socjalizacyjne – telewizja, Internet, gry komputerowe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D0A42" w:rsidP="00237A9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Ukryty program wychowania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D0A42" w:rsidP="00237A9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popularna i ideologia konsumpcji jako kontekst procesu wychowania.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237A91" w:rsidRDefault="00E21E7D" w:rsidP="009C54AE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</w:p>
    <w:p w:rsidR="00153C41" w:rsidRPr="00237A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237A91">
        <w:rPr>
          <w:rFonts w:ascii="Corbel" w:hAnsi="Corbel"/>
          <w:b w:val="0"/>
          <w:iCs/>
          <w:szCs w:val="24"/>
        </w:rPr>
        <w:t xml:space="preserve"> </w:t>
      </w:r>
      <w:r w:rsidRPr="00237A91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237A91">
        <w:rPr>
          <w:rFonts w:ascii="Corbel" w:hAnsi="Corbel"/>
          <w:b w:val="0"/>
          <w:iCs/>
          <w:smallCaps w:val="0"/>
          <w:szCs w:val="24"/>
        </w:rPr>
        <w:t>ykład</w:t>
      </w:r>
      <w:r w:rsidRPr="00237A91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237A91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237A91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237A91">
        <w:rPr>
          <w:rFonts w:ascii="Corbel" w:hAnsi="Corbel"/>
          <w:b w:val="0"/>
          <w:iCs/>
          <w:smallCaps w:val="0"/>
          <w:szCs w:val="24"/>
        </w:rPr>
        <w:t>wykład z prezentacją multimedialną</w:t>
      </w:r>
    </w:p>
    <w:p w:rsidR="0085747A" w:rsidRPr="00237A91" w:rsidRDefault="00153C41" w:rsidP="00AD71B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237A91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237A91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237A91">
        <w:rPr>
          <w:rFonts w:ascii="Corbel" w:hAnsi="Corbel"/>
          <w:b w:val="0"/>
          <w:iCs/>
          <w:smallCaps w:val="0"/>
          <w:szCs w:val="24"/>
        </w:rPr>
        <w:t>tekstów z</w:t>
      </w:r>
      <w:r w:rsidR="00AD71B7" w:rsidRPr="00237A91">
        <w:rPr>
          <w:rFonts w:ascii="Corbel" w:hAnsi="Corbel"/>
          <w:b w:val="0"/>
          <w:iCs/>
          <w:smallCaps w:val="0"/>
          <w:szCs w:val="24"/>
        </w:rPr>
        <w:t xml:space="preserve"> dyskusją,</w:t>
      </w:r>
      <w:r w:rsidR="001718A7" w:rsidRPr="00237A91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237A91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237A91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237A91">
        <w:rPr>
          <w:rFonts w:ascii="Corbel" w:hAnsi="Corbel"/>
          <w:b w:val="0"/>
          <w:iCs/>
          <w:smallCaps w:val="0"/>
          <w:szCs w:val="24"/>
        </w:rPr>
        <w:t>dyskusja</w:t>
      </w:r>
      <w:r w:rsidR="0071620A" w:rsidRPr="00237A91">
        <w:rPr>
          <w:rFonts w:ascii="Corbel" w:hAnsi="Corbel"/>
          <w:b w:val="0"/>
          <w:iCs/>
          <w:smallCaps w:val="0"/>
          <w:szCs w:val="24"/>
        </w:rPr>
        <w:t>),</w:t>
      </w:r>
      <w:r w:rsidR="00AD71B7" w:rsidRPr="00237A91">
        <w:rPr>
          <w:rFonts w:ascii="Corbel" w:hAnsi="Corbel"/>
          <w:b w:val="0"/>
          <w:iCs/>
          <w:smallCaps w:val="0"/>
          <w:szCs w:val="24"/>
        </w:rPr>
        <w:t xml:space="preserve"> prezentacje studentów</w:t>
      </w:r>
      <w:r w:rsidR="00BF2C41" w:rsidRPr="00237A91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DB7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DB77D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37A91" w:rsidRDefault="00AD71B7" w:rsidP="00E91602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237A91">
              <w:rPr>
                <w:rFonts w:ascii="Corbel" w:hAnsi="Corbel"/>
                <w:sz w:val="24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="0085747A" w:rsidRPr="009C54AE" w:rsidRDefault="00AD71B7" w:rsidP="00E9160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  <w:r w:rsidR="00DB77D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37A91" w:rsidRDefault="00AD71B7" w:rsidP="00E91602">
            <w:pPr>
              <w:rPr>
                <w:rFonts w:ascii="Corbel" w:hAnsi="Corbel"/>
                <w:b/>
                <w:sz w:val="24"/>
                <w:szCs w:val="24"/>
              </w:rPr>
            </w:pPr>
            <w:r w:rsidRPr="00237A91">
              <w:rPr>
                <w:rFonts w:ascii="Corbel" w:hAnsi="Corbel"/>
                <w:sz w:val="24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="0085747A" w:rsidRPr="009C54AE" w:rsidRDefault="00AD71B7" w:rsidP="00E9160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  <w:r w:rsidR="00DB77D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215AE" w:rsidRPr="009C54AE" w:rsidTr="00C05F44">
        <w:tc>
          <w:tcPr>
            <w:tcW w:w="1985" w:type="dxa"/>
          </w:tcPr>
          <w:p w:rsidR="004215AE" w:rsidRPr="009C54AE" w:rsidRDefault="004215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215AE" w:rsidRPr="00237A91" w:rsidRDefault="00AD71B7" w:rsidP="00E91602">
            <w:pPr>
              <w:rPr>
                <w:rFonts w:ascii="Corbel" w:hAnsi="Corbel"/>
                <w:b/>
                <w:sz w:val="24"/>
                <w:szCs w:val="24"/>
              </w:rPr>
            </w:pPr>
            <w:r w:rsidRPr="00237A91">
              <w:rPr>
                <w:rFonts w:ascii="Corbel" w:hAnsi="Corbel"/>
                <w:sz w:val="24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="004215AE" w:rsidRPr="009C54AE" w:rsidRDefault="00AD71B7" w:rsidP="00E9160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  <w:r w:rsidR="00DB77D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215AE" w:rsidRPr="009C54AE" w:rsidTr="00C05F44">
        <w:tc>
          <w:tcPr>
            <w:tcW w:w="1985" w:type="dxa"/>
          </w:tcPr>
          <w:p w:rsidR="004215AE" w:rsidRDefault="004215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4215AE" w:rsidRPr="00237A91" w:rsidRDefault="00AD71B7" w:rsidP="00E91602">
            <w:pPr>
              <w:rPr>
                <w:rFonts w:ascii="Corbel" w:hAnsi="Corbel"/>
                <w:b/>
                <w:sz w:val="24"/>
                <w:szCs w:val="24"/>
              </w:rPr>
            </w:pPr>
            <w:r w:rsidRPr="00237A91">
              <w:rPr>
                <w:rFonts w:ascii="Corbel" w:hAnsi="Corbel"/>
                <w:sz w:val="24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="004215AE" w:rsidRPr="009C54AE" w:rsidRDefault="00AD71B7" w:rsidP="00E9160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  <w:r w:rsidR="00DB77D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215AE" w:rsidRPr="009C54AE" w:rsidTr="00C05F44">
        <w:tc>
          <w:tcPr>
            <w:tcW w:w="1985" w:type="dxa"/>
          </w:tcPr>
          <w:p w:rsidR="004215AE" w:rsidRDefault="004215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215AE" w:rsidRPr="00237A91" w:rsidRDefault="00AD71B7" w:rsidP="00E91602">
            <w:pPr>
              <w:rPr>
                <w:rFonts w:ascii="Corbel" w:hAnsi="Corbel"/>
                <w:b/>
                <w:sz w:val="24"/>
                <w:szCs w:val="24"/>
              </w:rPr>
            </w:pPr>
            <w:r w:rsidRPr="00237A91">
              <w:rPr>
                <w:rFonts w:ascii="Corbel" w:hAnsi="Corbel"/>
                <w:sz w:val="24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="004215AE" w:rsidRPr="009C54AE" w:rsidRDefault="00AD71B7" w:rsidP="00E9160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  <w:r w:rsidR="00DB77D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215AE" w:rsidRPr="009C54AE" w:rsidTr="00C05F44">
        <w:tc>
          <w:tcPr>
            <w:tcW w:w="1985" w:type="dxa"/>
          </w:tcPr>
          <w:p w:rsidR="004215AE" w:rsidRDefault="004215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215AE" w:rsidRPr="00237A91" w:rsidRDefault="00AD71B7" w:rsidP="00E91602">
            <w:pPr>
              <w:rPr>
                <w:rFonts w:ascii="Corbel" w:hAnsi="Corbel"/>
                <w:b/>
                <w:sz w:val="24"/>
                <w:szCs w:val="24"/>
              </w:rPr>
            </w:pPr>
            <w:r w:rsidRPr="00237A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4215AE" w:rsidRPr="009C54AE" w:rsidRDefault="00AD71B7" w:rsidP="00E9160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  <w:r w:rsidR="00DB77DB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D71B7" w:rsidRPr="009C54AE" w:rsidRDefault="00AD71B7" w:rsidP="00AD71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(udział w dyskusji, przygotowanie prezentacji); pozytywne zaliczenie dwóch kolokwiów, napisanie pracy projektowej na zadany przez prowadzącego temat.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AD71B7">
              <w:rPr>
                <w:rFonts w:ascii="Corbel" w:hAnsi="Corbel"/>
                <w:sz w:val="24"/>
                <w:szCs w:val="24"/>
              </w:rPr>
              <w:t>z</w:t>
            </w:r>
            <w:r w:rsidR="009C1331" w:rsidRPr="00AD71B7">
              <w:rPr>
                <w:rFonts w:ascii="Corbel" w:hAnsi="Corbel"/>
                <w:sz w:val="24"/>
                <w:szCs w:val="24"/>
              </w:rPr>
              <w:t> </w:t>
            </w:r>
            <w:r w:rsidR="0045729E" w:rsidRPr="00AD71B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D71B7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D71B7">
              <w:rPr>
                <w:rFonts w:ascii="Corbel" w:hAnsi="Corbel"/>
                <w:sz w:val="24"/>
                <w:szCs w:val="24"/>
              </w:rPr>
              <w:t>:</w:t>
            </w:r>
          </w:p>
          <w:p w:rsidR="00AD71B7" w:rsidRDefault="00AD71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D71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61DC5" w:rsidRDefault="00C61DC5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D71B7" w:rsidRDefault="00AD71B7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AD71B7" w:rsidRPr="009C54AE" w:rsidRDefault="00AD71B7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E7037">
              <w:rPr>
                <w:rFonts w:ascii="Corbel" w:hAnsi="Corbel"/>
                <w:sz w:val="24"/>
                <w:szCs w:val="24"/>
              </w:rPr>
              <w:t>:</w:t>
            </w:r>
          </w:p>
          <w:p w:rsidR="00AE703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</w:t>
            </w:r>
            <w:r w:rsidR="00AE7037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:rsidR="00AE7037" w:rsidRDefault="00AE70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C61DC5" w:rsidRPr="009C54AE" w:rsidRDefault="00AD71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napisanie pracy projektowej </w:t>
            </w:r>
          </w:p>
        </w:tc>
        <w:tc>
          <w:tcPr>
            <w:tcW w:w="4677" w:type="dxa"/>
          </w:tcPr>
          <w:p w:rsidR="00C61DC5" w:rsidRDefault="00C61DC5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037" w:rsidRDefault="00AE7037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037" w:rsidRDefault="00AE7037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AE7037" w:rsidRDefault="00AE7037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AE7037" w:rsidRPr="009C54AE" w:rsidRDefault="00AE7037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D71B7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55D2A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AE732F" w:rsidRDefault="0085747A" w:rsidP="00E9160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E732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D71B7" w:rsidRPr="00AE732F" w:rsidRDefault="00AD71B7" w:rsidP="00E91602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AE732F">
              <w:rPr>
                <w:rFonts w:ascii="Corbel" w:hAnsi="Corbel"/>
                <w:smallCaps w:val="0"/>
                <w:szCs w:val="24"/>
              </w:rPr>
              <w:t>Desmurget</w:t>
            </w:r>
            <w:proofErr w:type="spellEnd"/>
            <w:r w:rsidRPr="00AE732F">
              <w:rPr>
                <w:rFonts w:ascii="Corbel" w:hAnsi="Corbel"/>
                <w:smallCaps w:val="0"/>
                <w:szCs w:val="24"/>
              </w:rPr>
              <w:t xml:space="preserve"> M</w:t>
            </w:r>
            <w:r w:rsidRPr="00AE732F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AE732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Teleogłupianie</w:t>
            </w:r>
            <w:proofErr w:type="spellEnd"/>
            <w:r w:rsidRPr="00AE732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AE732F">
              <w:rPr>
                <w:rFonts w:ascii="Corbel" w:hAnsi="Corbel"/>
                <w:b w:val="0"/>
                <w:smallCaps w:val="0"/>
                <w:szCs w:val="24"/>
              </w:rPr>
              <w:t xml:space="preserve">Warszawa: Czarna Owca, </w:t>
            </w:r>
            <w:r w:rsidRPr="00AE732F">
              <w:rPr>
                <w:rFonts w:ascii="Corbel" w:hAnsi="Corbel"/>
                <w:smallCaps w:val="0"/>
                <w:szCs w:val="24"/>
              </w:rPr>
              <w:t>2012.</w:t>
            </w:r>
          </w:p>
          <w:p w:rsidR="00AD71B7" w:rsidRPr="00AE732F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 xml:space="preserve">Dudzikowa M.; </w:t>
            </w:r>
            <w:proofErr w:type="spellStart"/>
            <w:r w:rsidRPr="00AE732F">
              <w:rPr>
                <w:rFonts w:ascii="Corbel" w:hAnsi="Corbel"/>
                <w:b/>
                <w:sz w:val="24"/>
                <w:szCs w:val="24"/>
              </w:rPr>
              <w:t>Czerepaniak</w:t>
            </w:r>
            <w:proofErr w:type="spellEnd"/>
            <w:r w:rsidRPr="00AE732F">
              <w:rPr>
                <w:rFonts w:ascii="Corbel" w:hAnsi="Corbel"/>
                <w:b/>
                <w:sz w:val="24"/>
                <w:szCs w:val="24"/>
              </w:rPr>
              <w:t xml:space="preserve"> -Walczak M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>Wychowanie. Pojęcia. Procesy. Konteksty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>Interdyscyplinarne ujęcie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 T. 1, Gdańsk GWP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2007</w:t>
            </w:r>
            <w:r w:rsidRPr="00AE732F">
              <w:rPr>
                <w:rFonts w:ascii="Corbel" w:hAnsi="Corbel"/>
                <w:sz w:val="24"/>
                <w:szCs w:val="24"/>
              </w:rPr>
              <w:t>.</w:t>
            </w:r>
          </w:p>
          <w:p w:rsidR="00AD71B7" w:rsidRPr="00AE732F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E732F">
              <w:rPr>
                <w:rFonts w:ascii="Corbel" w:hAnsi="Corbel"/>
                <w:i/>
                <w:iCs/>
                <w:sz w:val="24"/>
                <w:szCs w:val="24"/>
              </w:rPr>
              <w:lastRenderedPageBreak/>
              <w:t xml:space="preserve">Encyklopedia Pedagogiczna, 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(red.)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W. Pomykało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, Warszawa: Fundacja Innowacja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1997.</w:t>
            </w:r>
          </w:p>
          <w:p w:rsidR="00AE732F" w:rsidRPr="00AE732F" w:rsidRDefault="00AD71B7" w:rsidP="00E91602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Janicka I, Liberska H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732F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rodziny, </w:t>
            </w:r>
            <w:r w:rsidRPr="00AE732F">
              <w:rPr>
                <w:rFonts w:ascii="Corbel" w:hAnsi="Corbel"/>
                <w:sz w:val="24"/>
                <w:szCs w:val="24"/>
              </w:rPr>
              <w:t>Warszawa: PWN, 2014.</w:t>
            </w:r>
            <w:r w:rsidR="00AE732F" w:rsidRPr="00AE73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:rsidR="00AD71B7" w:rsidRPr="00AE732F" w:rsidRDefault="00AE732F" w:rsidP="00E91602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Jundziłł I.,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>Dziecko ofiara przemocy</w:t>
            </w:r>
            <w:r w:rsidRPr="00AE732F">
              <w:rPr>
                <w:rFonts w:ascii="Corbel" w:hAnsi="Corbel"/>
                <w:sz w:val="24"/>
                <w:szCs w:val="24"/>
              </w:rPr>
              <w:t>, Warszawa: WSiP 1993.</w:t>
            </w:r>
          </w:p>
          <w:p w:rsidR="00AD71B7" w:rsidRPr="00AE732F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Łobocki M.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 xml:space="preserve">ABC wychowania, 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Lublin: UMCS,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1999.</w:t>
            </w:r>
          </w:p>
          <w:p w:rsidR="00AD71B7" w:rsidRPr="00AE732F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Muszyński H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732F">
              <w:rPr>
                <w:rFonts w:ascii="Corbel" w:hAnsi="Corbel"/>
                <w:i/>
                <w:iCs/>
                <w:sz w:val="24"/>
                <w:szCs w:val="24"/>
              </w:rPr>
              <w:t xml:space="preserve">Zarys teorii wychowania, 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Warszawa: PWN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1981</w:t>
            </w:r>
            <w:r w:rsidRPr="00AE732F">
              <w:rPr>
                <w:rFonts w:ascii="Corbel" w:hAnsi="Corbel"/>
                <w:sz w:val="24"/>
                <w:szCs w:val="24"/>
              </w:rPr>
              <w:t>.</w:t>
            </w:r>
          </w:p>
          <w:p w:rsidR="00AD71B7" w:rsidRPr="00AE732F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Palka S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 xml:space="preserve">Orientacje w metodologii badań pedagogicznych, </w:t>
            </w:r>
            <w:r w:rsidRPr="00AE732F">
              <w:rPr>
                <w:rFonts w:ascii="Corbel" w:hAnsi="Corbel"/>
                <w:sz w:val="24"/>
                <w:szCs w:val="24"/>
              </w:rPr>
              <w:t>Kraków Wyd. UJ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, 1998.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D71B7" w:rsidRPr="00AE732F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E732F">
              <w:rPr>
                <w:rFonts w:ascii="Corbel" w:hAnsi="Corbel"/>
                <w:b/>
                <w:sz w:val="24"/>
                <w:szCs w:val="24"/>
              </w:rPr>
              <w:t>Patzlaff</w:t>
            </w:r>
            <w:proofErr w:type="spellEnd"/>
            <w:r w:rsidRPr="00AE732F">
              <w:rPr>
                <w:rFonts w:ascii="Corbel" w:hAnsi="Corbel"/>
                <w:b/>
                <w:sz w:val="24"/>
                <w:szCs w:val="24"/>
              </w:rPr>
              <w:t xml:space="preserve"> R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Kraków: Impuls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2008</w:t>
            </w:r>
            <w:r w:rsidRPr="00AE732F">
              <w:rPr>
                <w:rFonts w:ascii="Corbel" w:hAnsi="Corbel"/>
                <w:sz w:val="24"/>
                <w:szCs w:val="24"/>
              </w:rPr>
              <w:t>.</w:t>
            </w:r>
          </w:p>
          <w:p w:rsidR="00AD71B7" w:rsidRPr="00AE732F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AE732F">
              <w:rPr>
                <w:rFonts w:ascii="Corbel" w:hAnsi="Corbel"/>
                <w:sz w:val="24"/>
                <w:szCs w:val="24"/>
              </w:rPr>
              <w:t>, red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. B. Śliwerski, Z. Kwieciński.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Warszawa: PWN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2004,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D71B7" w:rsidRPr="00AE732F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i/>
                <w:sz w:val="24"/>
                <w:szCs w:val="24"/>
              </w:rPr>
              <w:t>Pedagogika. Podstawy nauk o wychowaniu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 T. 1. red.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B. Śliwerski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, Gdańsk: GWP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2006.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D71B7" w:rsidRPr="00AE732F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Pilch T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Warszawa: Żak,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1995</w:t>
            </w:r>
          </w:p>
          <w:p w:rsidR="00AE732F" w:rsidRPr="00AE732F" w:rsidRDefault="00AE732F" w:rsidP="00E91602">
            <w:pPr>
              <w:pStyle w:val="Akapitzlist"/>
              <w:numPr>
                <w:ilvl w:val="0"/>
                <w:numId w:val="2"/>
              </w:numPr>
              <w:spacing w:after="0"/>
              <w:ind w:left="714" w:hanging="357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AE732F">
              <w:rPr>
                <w:rFonts w:ascii="Corbel" w:hAnsi="Corbel"/>
                <w:b/>
                <w:sz w:val="24"/>
                <w:szCs w:val="24"/>
              </w:rPr>
              <w:t>Pospiszyl</w:t>
            </w:r>
            <w:proofErr w:type="spellEnd"/>
            <w:r w:rsidRPr="00AE732F">
              <w:rPr>
                <w:rFonts w:ascii="Corbel" w:hAnsi="Corbel"/>
                <w:b/>
                <w:sz w:val="24"/>
                <w:szCs w:val="24"/>
              </w:rPr>
              <w:t xml:space="preserve"> I., Przemoc w rodzinie, Warszawa PWN1994</w:t>
            </w:r>
          </w:p>
          <w:p w:rsidR="00AD71B7" w:rsidRPr="00AE732F" w:rsidRDefault="00AD71B7" w:rsidP="00E91602">
            <w:pPr>
              <w:numPr>
                <w:ilvl w:val="0"/>
                <w:numId w:val="2"/>
              </w:numPr>
              <w:spacing w:after="0"/>
              <w:ind w:left="714" w:hanging="357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AE732F">
              <w:rPr>
                <w:rFonts w:ascii="Corbel" w:hAnsi="Corbel"/>
                <w:b/>
                <w:sz w:val="24"/>
                <w:szCs w:val="24"/>
              </w:rPr>
              <w:t>Szlendak</w:t>
            </w:r>
            <w:proofErr w:type="spellEnd"/>
            <w:r w:rsidRPr="00AE732F">
              <w:rPr>
                <w:rFonts w:ascii="Corbel" w:hAnsi="Corbel"/>
                <w:b/>
                <w:sz w:val="24"/>
                <w:szCs w:val="24"/>
              </w:rPr>
              <w:t xml:space="preserve"> T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 xml:space="preserve">Socjologia rodziny. Ewolucja, historia, zróżnicowanie. 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Warszawa: Wyd. Naukowe PWN,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2010.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AD71B7" w:rsidRPr="00AE732F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i/>
                <w:sz w:val="24"/>
                <w:szCs w:val="24"/>
              </w:rPr>
              <w:t>Sztuka nauczania. Szkoła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red,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K. Konarzewski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, Wyd. Nauk. PWN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2009</w:t>
            </w:r>
            <w:r w:rsidRPr="00AE732F">
              <w:rPr>
                <w:rFonts w:ascii="Corbel" w:hAnsi="Corbel"/>
                <w:sz w:val="24"/>
                <w:szCs w:val="24"/>
              </w:rPr>
              <w:t>.</w:t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cr/>
              <w:t>arszawa:Wiedza Powszechna, 2009mne zadanie domowe)</w:t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AE732F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</w:p>
          <w:p w:rsidR="00AD71B7" w:rsidRPr="00AE732F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Śliwerski B.,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>Współczesne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732F">
              <w:rPr>
                <w:rFonts w:ascii="Corbel" w:hAnsi="Corbel"/>
                <w:i/>
                <w:sz w:val="24"/>
                <w:szCs w:val="24"/>
              </w:rPr>
              <w:t xml:space="preserve">teorie i nurty wychowania, 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2005</w:t>
            </w:r>
          </w:p>
          <w:p w:rsidR="00AD71B7" w:rsidRPr="00E91602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b/>
                <w:sz w:val="24"/>
                <w:szCs w:val="24"/>
              </w:rPr>
              <w:t>Ziemska M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AE732F">
              <w:rPr>
                <w:rFonts w:ascii="Corbel" w:hAnsi="Corbel"/>
                <w:i/>
                <w:iCs/>
                <w:sz w:val="24"/>
                <w:szCs w:val="24"/>
              </w:rPr>
              <w:t xml:space="preserve">Postawy rodzicielskie, </w:t>
            </w:r>
            <w:r w:rsidRPr="00AE732F">
              <w:rPr>
                <w:rFonts w:ascii="Corbel" w:hAnsi="Corbel"/>
                <w:sz w:val="24"/>
                <w:szCs w:val="24"/>
              </w:rPr>
              <w:t xml:space="preserve">Warszawa: Wiedza Powszechna, </w:t>
            </w:r>
            <w:r w:rsidRPr="00AE732F">
              <w:rPr>
                <w:rFonts w:ascii="Corbel" w:hAnsi="Corbel"/>
                <w:b/>
                <w:sz w:val="24"/>
                <w:szCs w:val="24"/>
              </w:rPr>
              <w:t>2009</w:t>
            </w:r>
            <w:r w:rsidRPr="00AE732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AE732F" w:rsidRPr="00AE732F" w:rsidRDefault="0085747A" w:rsidP="00E91602">
            <w:pPr>
              <w:spacing w:after="0"/>
              <w:ind w:left="720"/>
              <w:rPr>
                <w:rFonts w:ascii="Corbel" w:hAnsi="Corbel"/>
                <w:sz w:val="24"/>
                <w:szCs w:val="24"/>
              </w:rPr>
            </w:pPr>
            <w:r w:rsidRPr="00AE732F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:rsidR="0044180D" w:rsidRPr="0044180D" w:rsidRDefault="0044180D" w:rsidP="0044180D">
            <w:pPr>
              <w:spacing w:after="0"/>
              <w:ind w:left="720"/>
              <w:rPr>
                <w:rFonts w:ascii="Corbel" w:hAnsi="Corbel"/>
                <w:iCs/>
                <w:sz w:val="24"/>
                <w:szCs w:val="24"/>
              </w:rPr>
            </w:pPr>
            <w:r w:rsidRPr="0044180D">
              <w:rPr>
                <w:rFonts w:ascii="Corbel" w:hAnsi="Corbel"/>
                <w:iCs/>
                <w:sz w:val="24"/>
                <w:szCs w:val="24"/>
              </w:rPr>
              <w:t>1.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ab/>
              <w:t>Zielińska-Czopek M., Autokraci czy demokraci? Nauczycielskie kierowanie pracą klasy szkolnej, Wydawnictwo Uniwersytetu Rzeszowskiego, Rzeszów 2021</w:t>
            </w:r>
          </w:p>
          <w:p w:rsidR="0044180D" w:rsidRPr="0044180D" w:rsidRDefault="0044180D" w:rsidP="0044180D">
            <w:pPr>
              <w:spacing w:after="0"/>
              <w:ind w:left="720"/>
              <w:rPr>
                <w:rFonts w:ascii="Corbel" w:hAnsi="Corbel"/>
                <w:iCs/>
                <w:sz w:val="24"/>
                <w:szCs w:val="24"/>
              </w:rPr>
            </w:pPr>
            <w:r w:rsidRPr="0044180D">
              <w:rPr>
                <w:rFonts w:ascii="Corbel" w:hAnsi="Corbel"/>
                <w:iCs/>
                <w:sz w:val="24"/>
                <w:szCs w:val="24"/>
              </w:rPr>
              <w:t>2.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ab/>
              <w:t>Zielińska M., Zaangażowanie rodziców w pracę szkoły w świetle wyników badań nauczycieli szkół podstawowych W: Edukacja – technika – informatyka, Kwartalnik Naukowy nr 4(26)2018, Wydawnictwo Uniwersytetu Rzeszowskiego, Rzeszów 2018.</w:t>
            </w:r>
          </w:p>
          <w:p w:rsidR="0044180D" w:rsidRPr="0044180D" w:rsidRDefault="0044180D" w:rsidP="0044180D">
            <w:pPr>
              <w:spacing w:after="0"/>
              <w:ind w:left="720"/>
              <w:rPr>
                <w:rFonts w:ascii="Corbel" w:hAnsi="Corbel"/>
                <w:iCs/>
                <w:sz w:val="24"/>
                <w:szCs w:val="24"/>
              </w:rPr>
            </w:pPr>
            <w:r w:rsidRPr="0044180D">
              <w:rPr>
                <w:rFonts w:ascii="Corbel" w:hAnsi="Corbel"/>
                <w:iCs/>
                <w:sz w:val="24"/>
                <w:szCs w:val="24"/>
              </w:rPr>
              <w:t>3.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ab/>
              <w:t>Dusza B., Indywidualne teorie nauczycieli jako element kultury szkoły, Edukacja – Technika – Informatyka, Kwartalnik Naukowy nr 2 (24) 2018 Wydawnictwo Uniwersytetu Rzeszowskiego, s. 248-253.</w:t>
            </w:r>
          </w:p>
          <w:p w:rsidR="0044180D" w:rsidRPr="0044180D" w:rsidRDefault="0044180D" w:rsidP="0044180D">
            <w:pPr>
              <w:spacing w:after="0"/>
              <w:ind w:left="720"/>
              <w:rPr>
                <w:rFonts w:ascii="Corbel" w:hAnsi="Corbel"/>
                <w:iCs/>
                <w:sz w:val="24"/>
                <w:szCs w:val="24"/>
              </w:rPr>
            </w:pPr>
            <w:r w:rsidRPr="0044180D">
              <w:rPr>
                <w:rFonts w:ascii="Corbel" w:hAnsi="Corbel"/>
                <w:iCs/>
                <w:sz w:val="24"/>
                <w:szCs w:val="24"/>
              </w:rPr>
              <w:t>4.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ab/>
              <w:t xml:space="preserve">Dusza B., Pedagogiczny wymiar współpracy nauczyciela z rodzicami, w: E. Dolata, S. Pusz (red) Wczesna edukacja dziecka. Implikacje do praktyki pedagogicznej, Wyd. UR, Rzeszów 2013, s. 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lastRenderedPageBreak/>
              <w:t>139-147.</w:t>
            </w:r>
          </w:p>
          <w:p w:rsidR="0044180D" w:rsidRPr="0044180D" w:rsidRDefault="0044180D" w:rsidP="0044180D">
            <w:pPr>
              <w:spacing w:after="0"/>
              <w:ind w:left="720"/>
              <w:rPr>
                <w:rFonts w:ascii="Corbel" w:hAnsi="Corbel"/>
                <w:iCs/>
                <w:sz w:val="24"/>
                <w:szCs w:val="24"/>
              </w:rPr>
            </w:pPr>
            <w:r w:rsidRPr="0044180D">
              <w:rPr>
                <w:rFonts w:ascii="Corbel" w:hAnsi="Corbel"/>
                <w:iCs/>
                <w:sz w:val="24"/>
                <w:szCs w:val="24"/>
              </w:rPr>
              <w:t>5.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ab/>
              <w:t>Dusza B., Sposoby bycia licealistów w roli ucznia, Rzeszów: Wyd. UR, 2011.</w:t>
            </w:r>
          </w:p>
          <w:p w:rsidR="0044180D" w:rsidRPr="0044180D" w:rsidRDefault="0044180D" w:rsidP="0044180D">
            <w:pPr>
              <w:spacing w:after="0"/>
              <w:ind w:left="720"/>
              <w:rPr>
                <w:rFonts w:ascii="Corbel" w:hAnsi="Corbel"/>
                <w:iCs/>
                <w:sz w:val="24"/>
                <w:szCs w:val="24"/>
              </w:rPr>
            </w:pPr>
            <w:r w:rsidRPr="0044180D">
              <w:rPr>
                <w:rFonts w:ascii="Corbel" w:hAnsi="Corbel"/>
                <w:iCs/>
                <w:sz w:val="24"/>
                <w:szCs w:val="24"/>
              </w:rPr>
              <w:t>6.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ab/>
              <w:t>Dusza B., Sposoby bycia licealistów w roli ucznia w kontekście ich środowiska rodzinnego w: N. Pikuła (red.) Rodzina podmiotem wychowania i kreatorem komunikacji społecznej,  Wydawnictwo Naukowe Uniwersytetu Papieskiego Jana Pawła II, Kraków 2010, s. 145 – 156.</w:t>
            </w:r>
          </w:p>
          <w:p w:rsidR="0044180D" w:rsidRPr="0044180D" w:rsidRDefault="0044180D" w:rsidP="0044180D">
            <w:pPr>
              <w:spacing w:after="0"/>
              <w:ind w:left="720"/>
              <w:rPr>
                <w:rFonts w:ascii="Corbel" w:hAnsi="Corbel"/>
                <w:iCs/>
                <w:sz w:val="24"/>
                <w:szCs w:val="24"/>
              </w:rPr>
            </w:pPr>
            <w:r w:rsidRPr="0044180D">
              <w:rPr>
                <w:rFonts w:ascii="Corbel" w:hAnsi="Corbel"/>
                <w:iCs/>
                <w:sz w:val="24"/>
                <w:szCs w:val="24"/>
              </w:rPr>
              <w:t>7.</w:t>
            </w:r>
            <w:r w:rsidRPr="0044180D">
              <w:rPr>
                <w:rFonts w:ascii="Corbel" w:hAnsi="Corbel"/>
                <w:iCs/>
                <w:sz w:val="24"/>
                <w:szCs w:val="24"/>
              </w:rPr>
              <w:tab/>
              <w:t xml:space="preserve">Dusza B., Sylwetka rodzica i jego współpraca ze szkołą w oczach nauczycieli gimnazjum (doniesienie z badań)” w: Edukacja - Technika – Informatyka, Kwartalnik Naukowy nr 2 (20) 2017, Wydawnictwo Uniwersytetu Rzeszowskiego, s. 187 – 192.   </w:t>
            </w:r>
          </w:p>
          <w:p w:rsidR="0085747A" w:rsidRPr="00E91602" w:rsidRDefault="0085747A" w:rsidP="0044180D">
            <w:pPr>
              <w:spacing w:after="0"/>
              <w:ind w:left="720"/>
              <w:rPr>
                <w:rFonts w:ascii="Corbel" w:hAnsi="Corbel"/>
                <w:iCs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5A7" w:rsidRDefault="00BC55A7" w:rsidP="00C16ABF">
      <w:pPr>
        <w:spacing w:after="0" w:line="240" w:lineRule="auto"/>
      </w:pPr>
      <w:r>
        <w:separator/>
      </w:r>
    </w:p>
  </w:endnote>
  <w:endnote w:type="continuationSeparator" w:id="0">
    <w:p w:rsidR="00BC55A7" w:rsidRDefault="00BC55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5A7" w:rsidRDefault="00BC55A7" w:rsidP="00C16ABF">
      <w:pPr>
        <w:spacing w:after="0" w:line="240" w:lineRule="auto"/>
      </w:pPr>
      <w:r>
        <w:separator/>
      </w:r>
    </w:p>
  </w:footnote>
  <w:footnote w:type="continuationSeparator" w:id="0">
    <w:p w:rsidR="00BC55A7" w:rsidRDefault="00BC55A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F37275"/>
    <w:multiLevelType w:val="hybridMultilevel"/>
    <w:tmpl w:val="827C7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8D6DBD"/>
    <w:multiLevelType w:val="hybridMultilevel"/>
    <w:tmpl w:val="8A789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CE6"/>
    <w:rsid w:val="000E71C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979ED"/>
    <w:rsid w:val="001A70D2"/>
    <w:rsid w:val="001D0A42"/>
    <w:rsid w:val="001D657B"/>
    <w:rsid w:val="001D6AC2"/>
    <w:rsid w:val="001D7B54"/>
    <w:rsid w:val="001E0209"/>
    <w:rsid w:val="001F138B"/>
    <w:rsid w:val="001F2CA2"/>
    <w:rsid w:val="002144C0"/>
    <w:rsid w:val="0022477D"/>
    <w:rsid w:val="002278A9"/>
    <w:rsid w:val="00230B87"/>
    <w:rsid w:val="002336F9"/>
    <w:rsid w:val="00237A91"/>
    <w:rsid w:val="0024028F"/>
    <w:rsid w:val="00244ABC"/>
    <w:rsid w:val="00281FF2"/>
    <w:rsid w:val="002857DE"/>
    <w:rsid w:val="00291567"/>
    <w:rsid w:val="002A22BF"/>
    <w:rsid w:val="002A2389"/>
    <w:rsid w:val="002A671D"/>
    <w:rsid w:val="002B034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753"/>
    <w:rsid w:val="00346FE9"/>
    <w:rsid w:val="0034759A"/>
    <w:rsid w:val="003503F6"/>
    <w:rsid w:val="00351039"/>
    <w:rsid w:val="003530DD"/>
    <w:rsid w:val="00363F78"/>
    <w:rsid w:val="003904E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15AE"/>
    <w:rsid w:val="0042244A"/>
    <w:rsid w:val="0042745A"/>
    <w:rsid w:val="00431D5C"/>
    <w:rsid w:val="004362C6"/>
    <w:rsid w:val="00437FA2"/>
    <w:rsid w:val="004400B8"/>
    <w:rsid w:val="0044180D"/>
    <w:rsid w:val="00445970"/>
    <w:rsid w:val="00455D2A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B8"/>
    <w:rsid w:val="004A3EEA"/>
    <w:rsid w:val="004A4D1F"/>
    <w:rsid w:val="004D5282"/>
    <w:rsid w:val="004D6959"/>
    <w:rsid w:val="004F1551"/>
    <w:rsid w:val="004F55A3"/>
    <w:rsid w:val="0050496F"/>
    <w:rsid w:val="00513B6F"/>
    <w:rsid w:val="00517C63"/>
    <w:rsid w:val="00526C94"/>
    <w:rsid w:val="00531E87"/>
    <w:rsid w:val="005363C4"/>
    <w:rsid w:val="00536BDE"/>
    <w:rsid w:val="00543ACC"/>
    <w:rsid w:val="0056696D"/>
    <w:rsid w:val="005738AE"/>
    <w:rsid w:val="00573EF9"/>
    <w:rsid w:val="005862F9"/>
    <w:rsid w:val="0059484D"/>
    <w:rsid w:val="005A0855"/>
    <w:rsid w:val="005A3196"/>
    <w:rsid w:val="005C080F"/>
    <w:rsid w:val="005C55E5"/>
    <w:rsid w:val="005C696A"/>
    <w:rsid w:val="005E6E85"/>
    <w:rsid w:val="005F31D2"/>
    <w:rsid w:val="00604EDF"/>
    <w:rsid w:val="0061029B"/>
    <w:rsid w:val="00617230"/>
    <w:rsid w:val="00621CE1"/>
    <w:rsid w:val="00627FC9"/>
    <w:rsid w:val="00641286"/>
    <w:rsid w:val="00647FA8"/>
    <w:rsid w:val="00650C5F"/>
    <w:rsid w:val="00654934"/>
    <w:rsid w:val="006620D9"/>
    <w:rsid w:val="00671958"/>
    <w:rsid w:val="00675843"/>
    <w:rsid w:val="00685D89"/>
    <w:rsid w:val="00696477"/>
    <w:rsid w:val="006B6B58"/>
    <w:rsid w:val="006C1CAA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7460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0BD0"/>
    <w:rsid w:val="0081554D"/>
    <w:rsid w:val="0081707E"/>
    <w:rsid w:val="008449B3"/>
    <w:rsid w:val="0085747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788"/>
    <w:rsid w:val="00916188"/>
    <w:rsid w:val="00923D7D"/>
    <w:rsid w:val="009508DF"/>
    <w:rsid w:val="00950DAC"/>
    <w:rsid w:val="00954A07"/>
    <w:rsid w:val="00956799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B513E"/>
    <w:rsid w:val="00AC3592"/>
    <w:rsid w:val="00AD1146"/>
    <w:rsid w:val="00AD27D3"/>
    <w:rsid w:val="00AD66D6"/>
    <w:rsid w:val="00AD71B7"/>
    <w:rsid w:val="00AE1160"/>
    <w:rsid w:val="00AE203C"/>
    <w:rsid w:val="00AE2E74"/>
    <w:rsid w:val="00AE5FCB"/>
    <w:rsid w:val="00AE7037"/>
    <w:rsid w:val="00AE732F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66C"/>
    <w:rsid w:val="00BC55A7"/>
    <w:rsid w:val="00BD3869"/>
    <w:rsid w:val="00BD66E9"/>
    <w:rsid w:val="00BD6FF4"/>
    <w:rsid w:val="00BE6880"/>
    <w:rsid w:val="00BF2C41"/>
    <w:rsid w:val="00C058B4"/>
    <w:rsid w:val="00C05F44"/>
    <w:rsid w:val="00C131B5"/>
    <w:rsid w:val="00C1344F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461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B77DB"/>
    <w:rsid w:val="00DC4AA9"/>
    <w:rsid w:val="00DE09C0"/>
    <w:rsid w:val="00DE4A14"/>
    <w:rsid w:val="00DF320D"/>
    <w:rsid w:val="00DF56A7"/>
    <w:rsid w:val="00DF71C8"/>
    <w:rsid w:val="00E129B8"/>
    <w:rsid w:val="00E21E7D"/>
    <w:rsid w:val="00E22FBC"/>
    <w:rsid w:val="00E24BF5"/>
    <w:rsid w:val="00E25338"/>
    <w:rsid w:val="00E51E44"/>
    <w:rsid w:val="00E63348"/>
    <w:rsid w:val="00E66A2F"/>
    <w:rsid w:val="00E77E88"/>
    <w:rsid w:val="00E8107D"/>
    <w:rsid w:val="00E81B31"/>
    <w:rsid w:val="00E91602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D32EE"/>
    <w:rsid w:val="00EE32DE"/>
    <w:rsid w:val="00EE5457"/>
    <w:rsid w:val="00EE5C99"/>
    <w:rsid w:val="00F070AB"/>
    <w:rsid w:val="00F17567"/>
    <w:rsid w:val="00F24402"/>
    <w:rsid w:val="00F27A7B"/>
    <w:rsid w:val="00F4629F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493AB4-C1E0-4E2A-8865-32BDF028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134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B2B7D-E589-4BB5-95BC-765EFE98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1327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2021-01-11T14:44:00Z</dcterms:created>
  <dcterms:modified xsi:type="dcterms:W3CDTF">2022-02-23T12:37:00Z</dcterms:modified>
</cp:coreProperties>
</file>